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3716"/>
        <w:gridCol w:w="5294"/>
      </w:tblGrid>
      <w:tr w:rsidR="00062C17" w:rsidTr="00062C17">
        <w:tc>
          <w:tcPr>
            <w:tcW w:w="3794" w:type="dxa"/>
          </w:tcPr>
          <w:p w:rsidR="00062C17" w:rsidRDefault="00062C17" w:rsidP="00062C17">
            <w:bookmarkStart w:id="0" w:name="_GoBack"/>
            <w:bookmarkEnd w:id="0"/>
            <w:r>
              <w:t>Date of form:</w:t>
            </w:r>
          </w:p>
        </w:tc>
        <w:tc>
          <w:tcPr>
            <w:tcW w:w="5442" w:type="dxa"/>
          </w:tcPr>
          <w:p w:rsidR="00062C17" w:rsidRDefault="00062C17" w:rsidP="00062C17"/>
        </w:tc>
      </w:tr>
      <w:tr w:rsidR="00062C17" w:rsidTr="00062C17">
        <w:tc>
          <w:tcPr>
            <w:tcW w:w="3794" w:type="dxa"/>
          </w:tcPr>
          <w:p w:rsidR="00062C17" w:rsidRDefault="00062C17" w:rsidP="00062C17">
            <w:r>
              <w:t xml:space="preserve">Congregation: </w:t>
            </w:r>
            <w:r>
              <w:tab/>
            </w:r>
          </w:p>
        </w:tc>
        <w:tc>
          <w:tcPr>
            <w:tcW w:w="5442" w:type="dxa"/>
          </w:tcPr>
          <w:p w:rsidR="00062C17" w:rsidRDefault="00062C17" w:rsidP="00062C17"/>
        </w:tc>
      </w:tr>
      <w:tr w:rsidR="00062C17" w:rsidTr="00062C17">
        <w:tc>
          <w:tcPr>
            <w:tcW w:w="3794" w:type="dxa"/>
          </w:tcPr>
          <w:p w:rsidR="00062C17" w:rsidRDefault="00062C17" w:rsidP="00062C17">
            <w:r>
              <w:t xml:space="preserve">Program:    </w:t>
            </w:r>
          </w:p>
          <w:p w:rsidR="00062C17" w:rsidRDefault="00062C17" w:rsidP="00062C17">
            <w:r>
              <w:t>□ All p</w:t>
            </w:r>
            <w:r w:rsidR="00C505C2">
              <w:t>rograms under the auspice of this</w:t>
            </w:r>
            <w:r>
              <w:t xml:space="preserve"> Congregation</w:t>
            </w:r>
          </w:p>
          <w:p w:rsidR="00062C17" w:rsidRDefault="00062C17" w:rsidP="00062C17">
            <w:r>
              <w:t xml:space="preserve"> </w:t>
            </w:r>
            <w:r>
              <w:tab/>
            </w:r>
          </w:p>
          <w:p w:rsidR="00062C17" w:rsidRDefault="00062C17" w:rsidP="00062C17"/>
        </w:tc>
        <w:tc>
          <w:tcPr>
            <w:tcW w:w="5442" w:type="dxa"/>
          </w:tcPr>
          <w:p w:rsidR="00062C17" w:rsidRDefault="00062C17" w:rsidP="00062C17"/>
          <w:p w:rsidR="00062C17" w:rsidRDefault="00062C17" w:rsidP="00062C17">
            <w:r>
              <w:t xml:space="preserve">□ Specific program </w:t>
            </w:r>
          </w:p>
          <w:p w:rsidR="00062C17" w:rsidRDefault="00062C17" w:rsidP="00062C17">
            <w:r>
              <w:t>Name of activity</w:t>
            </w:r>
            <w:r w:rsidR="00833D50">
              <w:t>:</w:t>
            </w:r>
            <w:r>
              <w:tab/>
            </w:r>
            <w:r>
              <w:tab/>
            </w:r>
            <w:r>
              <w:tab/>
            </w:r>
            <w:r>
              <w:tab/>
            </w:r>
          </w:p>
          <w:p w:rsidR="00062C17" w:rsidRDefault="00062C17" w:rsidP="00062C17">
            <w:r>
              <w:t>Date:</w:t>
            </w:r>
            <w:r>
              <w:tab/>
            </w:r>
          </w:p>
          <w:p w:rsidR="00062C17" w:rsidRDefault="00062C17" w:rsidP="00062C17">
            <w:r>
              <w:t>Location:</w:t>
            </w:r>
          </w:p>
        </w:tc>
      </w:tr>
    </w:tbl>
    <w:p w:rsidR="00062C17" w:rsidRDefault="00062C17" w:rsidP="00062C17"/>
    <w:tbl>
      <w:tblPr>
        <w:tblStyle w:val="TableGrid"/>
        <w:tblW w:w="0" w:type="auto"/>
        <w:tblLook w:val="04A0" w:firstRow="1" w:lastRow="0" w:firstColumn="1" w:lastColumn="0" w:noHBand="0" w:noVBand="1"/>
      </w:tblPr>
      <w:tblGrid>
        <w:gridCol w:w="3187"/>
        <w:gridCol w:w="5823"/>
      </w:tblGrid>
      <w:tr w:rsidR="00B474F5" w:rsidTr="005967C4">
        <w:tc>
          <w:tcPr>
            <w:tcW w:w="9236" w:type="dxa"/>
            <w:gridSpan w:val="2"/>
          </w:tcPr>
          <w:p w:rsidR="00B474F5" w:rsidRDefault="00B474F5" w:rsidP="00062C17">
            <w:r>
              <w:t>Family Details</w:t>
            </w:r>
          </w:p>
          <w:p w:rsidR="00B474F5" w:rsidRDefault="00B474F5" w:rsidP="00062C17"/>
        </w:tc>
      </w:tr>
      <w:tr w:rsidR="00062C17" w:rsidTr="00B474F5">
        <w:tc>
          <w:tcPr>
            <w:tcW w:w="3227" w:type="dxa"/>
          </w:tcPr>
          <w:p w:rsidR="00062C17" w:rsidRDefault="00062C17" w:rsidP="00062C17">
            <w:r>
              <w:t>Parent</w:t>
            </w:r>
            <w:r w:rsidR="00833D50">
              <w:t>’</w:t>
            </w:r>
            <w:r>
              <w:t>s/guardian</w:t>
            </w:r>
            <w:r w:rsidR="00833D50">
              <w:t>’</w:t>
            </w:r>
            <w:r>
              <w:t>s name:</w:t>
            </w:r>
          </w:p>
        </w:tc>
        <w:tc>
          <w:tcPr>
            <w:tcW w:w="6009" w:type="dxa"/>
          </w:tcPr>
          <w:p w:rsidR="00062C17" w:rsidRDefault="00062C17" w:rsidP="00062C17"/>
        </w:tc>
      </w:tr>
      <w:tr w:rsidR="00062C17" w:rsidTr="00B474F5">
        <w:tc>
          <w:tcPr>
            <w:tcW w:w="3227" w:type="dxa"/>
          </w:tcPr>
          <w:p w:rsidR="00062C17" w:rsidRDefault="00062C17" w:rsidP="00062C17">
            <w:r>
              <w:t>Address:</w:t>
            </w:r>
          </w:p>
        </w:tc>
        <w:tc>
          <w:tcPr>
            <w:tcW w:w="6009" w:type="dxa"/>
          </w:tcPr>
          <w:p w:rsidR="00062C17" w:rsidRDefault="00062C17" w:rsidP="00062C17"/>
        </w:tc>
      </w:tr>
      <w:tr w:rsidR="00062C17" w:rsidTr="00B474F5">
        <w:tc>
          <w:tcPr>
            <w:tcW w:w="3227" w:type="dxa"/>
          </w:tcPr>
          <w:p w:rsidR="00062C17" w:rsidRDefault="00062C17" w:rsidP="00062C17">
            <w:r>
              <w:t>City:</w:t>
            </w:r>
            <w:r>
              <w:tab/>
            </w:r>
          </w:p>
        </w:tc>
        <w:tc>
          <w:tcPr>
            <w:tcW w:w="6009" w:type="dxa"/>
          </w:tcPr>
          <w:p w:rsidR="00062C17" w:rsidRDefault="00062C17" w:rsidP="00062C17"/>
        </w:tc>
      </w:tr>
      <w:tr w:rsidR="00062C17" w:rsidTr="00B474F5">
        <w:tc>
          <w:tcPr>
            <w:tcW w:w="3227" w:type="dxa"/>
          </w:tcPr>
          <w:p w:rsidR="00062C17" w:rsidRDefault="00062C17" w:rsidP="00062C17">
            <w:r>
              <w:t>Post code:</w:t>
            </w:r>
          </w:p>
        </w:tc>
        <w:tc>
          <w:tcPr>
            <w:tcW w:w="6009" w:type="dxa"/>
          </w:tcPr>
          <w:p w:rsidR="00062C17" w:rsidRDefault="00062C17" w:rsidP="00062C17"/>
        </w:tc>
      </w:tr>
      <w:tr w:rsidR="00062C17" w:rsidTr="00B474F5">
        <w:tc>
          <w:tcPr>
            <w:tcW w:w="3227" w:type="dxa"/>
          </w:tcPr>
          <w:p w:rsidR="00062C17" w:rsidRDefault="00062C17" w:rsidP="00062C17">
            <w:r>
              <w:t>Phone:</w:t>
            </w:r>
          </w:p>
        </w:tc>
        <w:tc>
          <w:tcPr>
            <w:tcW w:w="6009" w:type="dxa"/>
          </w:tcPr>
          <w:p w:rsidR="00062C17" w:rsidRDefault="00062C17" w:rsidP="00062C17"/>
        </w:tc>
      </w:tr>
      <w:tr w:rsidR="00062C17" w:rsidTr="00B474F5">
        <w:tc>
          <w:tcPr>
            <w:tcW w:w="3227" w:type="dxa"/>
          </w:tcPr>
          <w:p w:rsidR="00062C17" w:rsidRDefault="00062C17" w:rsidP="00062C17">
            <w:r>
              <w:t>Email:</w:t>
            </w:r>
          </w:p>
        </w:tc>
        <w:tc>
          <w:tcPr>
            <w:tcW w:w="6009" w:type="dxa"/>
          </w:tcPr>
          <w:p w:rsidR="00062C17" w:rsidRDefault="00062C17" w:rsidP="00062C17"/>
        </w:tc>
      </w:tr>
    </w:tbl>
    <w:p w:rsidR="00062C17" w:rsidRDefault="00062C17" w:rsidP="00062C17"/>
    <w:tbl>
      <w:tblPr>
        <w:tblStyle w:val="TableGrid"/>
        <w:tblW w:w="0" w:type="auto"/>
        <w:tblLook w:val="04A0" w:firstRow="1" w:lastRow="0" w:firstColumn="1" w:lastColumn="0" w:noHBand="0" w:noVBand="1"/>
      </w:tblPr>
      <w:tblGrid>
        <w:gridCol w:w="3171"/>
        <w:gridCol w:w="5839"/>
      </w:tblGrid>
      <w:tr w:rsidR="00062C17" w:rsidTr="00B474F5">
        <w:tc>
          <w:tcPr>
            <w:tcW w:w="3227" w:type="dxa"/>
          </w:tcPr>
          <w:p w:rsidR="00062C17" w:rsidRDefault="00062C17" w:rsidP="00062C17">
            <w:r>
              <w:t>Emergency Contact Details</w:t>
            </w:r>
          </w:p>
          <w:p w:rsidR="00062C17" w:rsidRDefault="00062C17" w:rsidP="00062C17"/>
        </w:tc>
        <w:tc>
          <w:tcPr>
            <w:tcW w:w="6009" w:type="dxa"/>
          </w:tcPr>
          <w:p w:rsidR="00062C17" w:rsidRPr="00A36AA9" w:rsidRDefault="00062C17" w:rsidP="00062C17">
            <w:pPr>
              <w:rPr>
                <w:b/>
              </w:rPr>
            </w:pPr>
          </w:p>
        </w:tc>
      </w:tr>
      <w:tr w:rsidR="00062C17" w:rsidTr="00B474F5">
        <w:tc>
          <w:tcPr>
            <w:tcW w:w="3227" w:type="dxa"/>
          </w:tcPr>
          <w:p w:rsidR="00062C17" w:rsidRDefault="00062C17" w:rsidP="00062C17">
            <w:r>
              <w:t>Name:</w:t>
            </w:r>
          </w:p>
        </w:tc>
        <w:tc>
          <w:tcPr>
            <w:tcW w:w="6009" w:type="dxa"/>
          </w:tcPr>
          <w:p w:rsidR="00062C17" w:rsidRDefault="00062C17" w:rsidP="00062C17"/>
        </w:tc>
      </w:tr>
      <w:tr w:rsidR="00833D50" w:rsidTr="00B474F5">
        <w:tc>
          <w:tcPr>
            <w:tcW w:w="3227" w:type="dxa"/>
          </w:tcPr>
          <w:p w:rsidR="00833D50" w:rsidRDefault="00833D50" w:rsidP="00062C17">
            <w:r>
              <w:t>Relationship to the child/</w:t>
            </w:r>
            <w:proofErr w:type="spellStart"/>
            <w:r>
              <w:t>ren</w:t>
            </w:r>
            <w:proofErr w:type="spellEnd"/>
            <w:r>
              <w:t>:</w:t>
            </w:r>
          </w:p>
        </w:tc>
        <w:tc>
          <w:tcPr>
            <w:tcW w:w="6009" w:type="dxa"/>
          </w:tcPr>
          <w:p w:rsidR="00833D50" w:rsidRDefault="00833D50" w:rsidP="00062C17"/>
        </w:tc>
      </w:tr>
      <w:tr w:rsidR="00062C17" w:rsidTr="00B474F5">
        <w:tc>
          <w:tcPr>
            <w:tcW w:w="3227" w:type="dxa"/>
          </w:tcPr>
          <w:p w:rsidR="00062C17" w:rsidRDefault="00062C17" w:rsidP="00062C17">
            <w:r>
              <w:t>Phone:</w:t>
            </w:r>
          </w:p>
        </w:tc>
        <w:tc>
          <w:tcPr>
            <w:tcW w:w="6009" w:type="dxa"/>
          </w:tcPr>
          <w:p w:rsidR="00062C17" w:rsidRDefault="00062C17" w:rsidP="00062C17"/>
        </w:tc>
      </w:tr>
    </w:tbl>
    <w:p w:rsidR="00062C17" w:rsidRDefault="00062C17" w:rsidP="00062C17"/>
    <w:tbl>
      <w:tblPr>
        <w:tblStyle w:val="TableGrid"/>
        <w:tblW w:w="0" w:type="auto"/>
        <w:tblLook w:val="04A0" w:firstRow="1" w:lastRow="0" w:firstColumn="1" w:lastColumn="0" w:noHBand="0" w:noVBand="1"/>
      </w:tblPr>
      <w:tblGrid>
        <w:gridCol w:w="3132"/>
        <w:gridCol w:w="3018"/>
        <w:gridCol w:w="2860"/>
      </w:tblGrid>
      <w:tr w:rsidR="00B474F5" w:rsidTr="00B474F5">
        <w:tc>
          <w:tcPr>
            <w:tcW w:w="3213" w:type="dxa"/>
          </w:tcPr>
          <w:p w:rsidR="00B474F5" w:rsidRDefault="00B474F5" w:rsidP="00062C17">
            <w:r>
              <w:t>Name of Children covered  by this consent:</w:t>
            </w:r>
          </w:p>
          <w:p w:rsidR="00B474F5" w:rsidRDefault="00B474F5" w:rsidP="00062C17"/>
        </w:tc>
        <w:tc>
          <w:tcPr>
            <w:tcW w:w="3105" w:type="dxa"/>
          </w:tcPr>
          <w:p w:rsidR="00B474F5" w:rsidRDefault="00B474F5" w:rsidP="00B474F5"/>
        </w:tc>
        <w:tc>
          <w:tcPr>
            <w:tcW w:w="2918" w:type="dxa"/>
          </w:tcPr>
          <w:p w:rsidR="00B474F5" w:rsidRDefault="00B474F5" w:rsidP="00B474F5">
            <w:r w:rsidRPr="00B474F5">
              <w:t>Relationship to child(</w:t>
            </w:r>
            <w:proofErr w:type="spellStart"/>
            <w:r w:rsidRPr="00B474F5">
              <w:t>ren</w:t>
            </w:r>
            <w:proofErr w:type="spellEnd"/>
            <w:r w:rsidRPr="00B474F5">
              <w:t>):</w:t>
            </w:r>
          </w:p>
          <w:p w:rsidR="00B474F5" w:rsidRDefault="00B474F5" w:rsidP="00B474F5">
            <w:r>
              <w:t>□ parent for all</w:t>
            </w:r>
          </w:p>
          <w:p w:rsidR="00B474F5" w:rsidRDefault="00B474F5" w:rsidP="00833D50">
            <w:r>
              <w:t xml:space="preserve">□  </w:t>
            </w:r>
            <w:r w:rsidR="00833D50">
              <w:t>guardian</w:t>
            </w:r>
            <w:r>
              <w:t xml:space="preserve"> for all</w:t>
            </w:r>
          </w:p>
        </w:tc>
      </w:tr>
      <w:tr w:rsidR="00B474F5" w:rsidTr="00B474F5">
        <w:tc>
          <w:tcPr>
            <w:tcW w:w="3213" w:type="dxa"/>
          </w:tcPr>
          <w:p w:rsidR="00B474F5" w:rsidRDefault="00B474F5" w:rsidP="00062C17">
            <w:r>
              <w:t>Name:</w:t>
            </w:r>
          </w:p>
        </w:tc>
        <w:tc>
          <w:tcPr>
            <w:tcW w:w="3105" w:type="dxa"/>
          </w:tcPr>
          <w:p w:rsidR="00B474F5" w:rsidRDefault="00B474F5" w:rsidP="00062C17">
            <w:r>
              <w:t>Date of birth:</w:t>
            </w:r>
          </w:p>
        </w:tc>
        <w:tc>
          <w:tcPr>
            <w:tcW w:w="2918" w:type="dxa"/>
          </w:tcPr>
          <w:p w:rsidR="00B474F5" w:rsidRDefault="00B474F5" w:rsidP="00B474F5"/>
        </w:tc>
      </w:tr>
      <w:tr w:rsidR="00B474F5" w:rsidTr="00B474F5">
        <w:tc>
          <w:tcPr>
            <w:tcW w:w="3213" w:type="dxa"/>
          </w:tcPr>
          <w:p w:rsidR="00B474F5" w:rsidRDefault="00B474F5" w:rsidP="00062C17"/>
        </w:tc>
        <w:tc>
          <w:tcPr>
            <w:tcW w:w="3105" w:type="dxa"/>
          </w:tcPr>
          <w:p w:rsidR="00B474F5" w:rsidRDefault="00B474F5" w:rsidP="00062C17"/>
        </w:tc>
        <w:tc>
          <w:tcPr>
            <w:tcW w:w="2918" w:type="dxa"/>
          </w:tcPr>
          <w:p w:rsidR="00B474F5" w:rsidRDefault="00B474F5" w:rsidP="00B474F5">
            <w:r>
              <w:t>□ parent</w:t>
            </w:r>
          </w:p>
          <w:p w:rsidR="00B474F5" w:rsidRDefault="00B474F5" w:rsidP="00833D50">
            <w:r>
              <w:t xml:space="preserve">□  </w:t>
            </w:r>
            <w:bookmarkStart w:id="1" w:name="OLE_LINK1"/>
            <w:r w:rsidR="00833D50">
              <w:t>guardian</w:t>
            </w:r>
            <w:bookmarkEnd w:id="1"/>
          </w:p>
        </w:tc>
      </w:tr>
      <w:tr w:rsidR="00B474F5" w:rsidTr="00B474F5">
        <w:tc>
          <w:tcPr>
            <w:tcW w:w="3213" w:type="dxa"/>
          </w:tcPr>
          <w:p w:rsidR="00B474F5" w:rsidRDefault="00B474F5" w:rsidP="00062C17"/>
        </w:tc>
        <w:tc>
          <w:tcPr>
            <w:tcW w:w="3105" w:type="dxa"/>
          </w:tcPr>
          <w:p w:rsidR="00B474F5" w:rsidRDefault="00B474F5" w:rsidP="00062C17"/>
        </w:tc>
        <w:tc>
          <w:tcPr>
            <w:tcW w:w="2918" w:type="dxa"/>
          </w:tcPr>
          <w:p w:rsidR="00B474F5" w:rsidRDefault="00B474F5" w:rsidP="00B474F5">
            <w:r>
              <w:t>□ parent</w:t>
            </w:r>
          </w:p>
          <w:p w:rsidR="00B474F5" w:rsidRDefault="00B474F5" w:rsidP="00B474F5">
            <w:r>
              <w:t xml:space="preserve">□  </w:t>
            </w:r>
            <w:r w:rsidR="00833D50">
              <w:t>guardian</w:t>
            </w:r>
          </w:p>
        </w:tc>
      </w:tr>
      <w:tr w:rsidR="00B474F5" w:rsidTr="00B474F5">
        <w:tc>
          <w:tcPr>
            <w:tcW w:w="3213" w:type="dxa"/>
          </w:tcPr>
          <w:p w:rsidR="00B474F5" w:rsidRDefault="00B474F5" w:rsidP="00062C17"/>
        </w:tc>
        <w:tc>
          <w:tcPr>
            <w:tcW w:w="3105" w:type="dxa"/>
          </w:tcPr>
          <w:p w:rsidR="00B474F5" w:rsidRDefault="00B474F5" w:rsidP="00062C17"/>
        </w:tc>
        <w:tc>
          <w:tcPr>
            <w:tcW w:w="2918" w:type="dxa"/>
          </w:tcPr>
          <w:p w:rsidR="00B474F5" w:rsidRDefault="00B474F5" w:rsidP="00B474F5">
            <w:r>
              <w:t>□ parent</w:t>
            </w:r>
          </w:p>
          <w:p w:rsidR="00B474F5" w:rsidRDefault="00B474F5" w:rsidP="00B474F5">
            <w:r>
              <w:t xml:space="preserve">□  </w:t>
            </w:r>
            <w:r w:rsidR="00833D50">
              <w:t>guardian</w:t>
            </w:r>
          </w:p>
        </w:tc>
      </w:tr>
    </w:tbl>
    <w:p w:rsidR="00B474F5" w:rsidRDefault="00B474F5" w:rsidP="00062C17"/>
    <w:p w:rsidR="00C505C2" w:rsidRDefault="00C505C2" w:rsidP="00062C17"/>
    <w:p w:rsidR="00C505C2" w:rsidRDefault="00C505C2" w:rsidP="00062C17"/>
    <w:p w:rsidR="00C505C2" w:rsidRDefault="00C505C2" w:rsidP="00062C17"/>
    <w:p w:rsidR="00C505C2" w:rsidRDefault="00C505C2" w:rsidP="00062C17"/>
    <w:p w:rsidR="00C505C2" w:rsidRDefault="00C505C2" w:rsidP="00062C17"/>
    <w:p w:rsidR="00C505C2" w:rsidRDefault="00C505C2" w:rsidP="00062C17"/>
    <w:p w:rsidR="00C505C2" w:rsidRDefault="00C505C2" w:rsidP="00062C17"/>
    <w:tbl>
      <w:tblPr>
        <w:tblStyle w:val="TableGrid"/>
        <w:tblW w:w="10774" w:type="dxa"/>
        <w:tblInd w:w="-601" w:type="dxa"/>
        <w:tblLook w:val="04A0" w:firstRow="1" w:lastRow="0" w:firstColumn="1" w:lastColumn="0" w:noHBand="0" w:noVBand="1"/>
      </w:tblPr>
      <w:tblGrid>
        <w:gridCol w:w="709"/>
        <w:gridCol w:w="567"/>
        <w:gridCol w:w="9498"/>
      </w:tblGrid>
      <w:tr w:rsidR="00B474F5" w:rsidTr="00E724D5">
        <w:tc>
          <w:tcPr>
            <w:tcW w:w="10774" w:type="dxa"/>
            <w:gridSpan w:val="3"/>
          </w:tcPr>
          <w:p w:rsidR="00B474F5" w:rsidRDefault="00B474F5" w:rsidP="00062C17">
            <w:r w:rsidRPr="00B474F5">
              <w:t>Release Statement</w:t>
            </w:r>
            <w:r>
              <w:t>:</w:t>
            </w:r>
          </w:p>
        </w:tc>
      </w:tr>
      <w:tr w:rsidR="00B474F5" w:rsidTr="00E724D5">
        <w:tc>
          <w:tcPr>
            <w:tcW w:w="709" w:type="dxa"/>
          </w:tcPr>
          <w:p w:rsidR="00B474F5" w:rsidRDefault="00C505C2" w:rsidP="00062C17">
            <w:r>
              <w:t>Y</w:t>
            </w:r>
            <w:r w:rsidR="00B474F5">
              <w:t>es</w:t>
            </w:r>
          </w:p>
        </w:tc>
        <w:tc>
          <w:tcPr>
            <w:tcW w:w="567" w:type="dxa"/>
          </w:tcPr>
          <w:p w:rsidR="00B474F5" w:rsidRDefault="00B474F5" w:rsidP="00062C17">
            <w:r>
              <w:t>No</w:t>
            </w:r>
          </w:p>
        </w:tc>
        <w:tc>
          <w:tcPr>
            <w:tcW w:w="9498" w:type="dxa"/>
          </w:tcPr>
          <w:p w:rsidR="00B474F5" w:rsidRDefault="00B474F5" w:rsidP="00062C17"/>
        </w:tc>
      </w:tr>
      <w:tr w:rsidR="00C505C2" w:rsidTr="00E724D5">
        <w:tc>
          <w:tcPr>
            <w:tcW w:w="709" w:type="dxa"/>
          </w:tcPr>
          <w:p w:rsidR="00C505C2" w:rsidRDefault="00C505C2" w:rsidP="00B474F5">
            <w:r>
              <w:t xml:space="preserve"> </w:t>
            </w:r>
          </w:p>
        </w:tc>
        <w:tc>
          <w:tcPr>
            <w:tcW w:w="567" w:type="dxa"/>
          </w:tcPr>
          <w:p w:rsidR="00C505C2" w:rsidRDefault="00C505C2" w:rsidP="00B474F5"/>
        </w:tc>
        <w:tc>
          <w:tcPr>
            <w:tcW w:w="9498" w:type="dxa"/>
          </w:tcPr>
          <w:p w:rsidR="00C505C2" w:rsidRPr="00A36AA9" w:rsidRDefault="00686360" w:rsidP="00686360">
            <w:pPr>
              <w:rPr>
                <w:b/>
              </w:rPr>
            </w:pPr>
            <w:r>
              <w:rPr>
                <w:b/>
              </w:rPr>
              <w:t>I give overall c</w:t>
            </w:r>
            <w:r w:rsidR="00C505C2" w:rsidRPr="00A36AA9">
              <w:rPr>
                <w:b/>
              </w:rPr>
              <w:t xml:space="preserve">onsent to </w:t>
            </w:r>
            <w:r>
              <w:rPr>
                <w:b/>
              </w:rPr>
              <w:t xml:space="preserve"> the statements</w:t>
            </w:r>
            <w:r w:rsidR="00A36AA9" w:rsidRPr="00A36AA9">
              <w:rPr>
                <w:b/>
              </w:rPr>
              <w:t xml:space="preserve"> below</w:t>
            </w:r>
          </w:p>
        </w:tc>
      </w:tr>
      <w:tr w:rsidR="00B474F5" w:rsidTr="00E724D5">
        <w:tc>
          <w:tcPr>
            <w:tcW w:w="709" w:type="dxa"/>
          </w:tcPr>
          <w:p w:rsidR="00B474F5" w:rsidRDefault="00B474F5" w:rsidP="00B474F5"/>
        </w:tc>
        <w:tc>
          <w:tcPr>
            <w:tcW w:w="567" w:type="dxa"/>
          </w:tcPr>
          <w:p w:rsidR="00B474F5" w:rsidRDefault="00B474F5" w:rsidP="00B474F5"/>
        </w:tc>
        <w:tc>
          <w:tcPr>
            <w:tcW w:w="9498" w:type="dxa"/>
          </w:tcPr>
          <w:p w:rsidR="00B474F5" w:rsidRDefault="00B474F5" w:rsidP="00B474F5">
            <w:r>
              <w:t>I confirm that the information provided in this document is true and correct.</w:t>
            </w:r>
          </w:p>
        </w:tc>
      </w:tr>
      <w:tr w:rsidR="00B474F5" w:rsidTr="00E724D5">
        <w:tc>
          <w:tcPr>
            <w:tcW w:w="709" w:type="dxa"/>
          </w:tcPr>
          <w:p w:rsidR="00B474F5" w:rsidRDefault="00B474F5" w:rsidP="00B474F5"/>
        </w:tc>
        <w:tc>
          <w:tcPr>
            <w:tcW w:w="567" w:type="dxa"/>
          </w:tcPr>
          <w:p w:rsidR="00B474F5" w:rsidRDefault="00B474F5" w:rsidP="00B474F5"/>
        </w:tc>
        <w:tc>
          <w:tcPr>
            <w:tcW w:w="9498" w:type="dxa"/>
          </w:tcPr>
          <w:p w:rsidR="00B474F5" w:rsidRDefault="00B474F5" w:rsidP="00B474F5">
            <w:r>
              <w:t>I have power to provide this information and agree to inform the Church of any change to these details.</w:t>
            </w:r>
          </w:p>
        </w:tc>
      </w:tr>
      <w:tr w:rsidR="00B474F5" w:rsidTr="00E724D5">
        <w:tc>
          <w:tcPr>
            <w:tcW w:w="709" w:type="dxa"/>
          </w:tcPr>
          <w:p w:rsidR="00B474F5" w:rsidRDefault="00B474F5" w:rsidP="00B474F5"/>
        </w:tc>
        <w:tc>
          <w:tcPr>
            <w:tcW w:w="567" w:type="dxa"/>
          </w:tcPr>
          <w:p w:rsidR="00B474F5" w:rsidRDefault="00B474F5" w:rsidP="00B474F5"/>
        </w:tc>
        <w:tc>
          <w:tcPr>
            <w:tcW w:w="9498" w:type="dxa"/>
          </w:tcPr>
          <w:p w:rsidR="00B474F5" w:rsidRDefault="00B474F5" w:rsidP="001573D9">
            <w:r>
              <w:t>I consent to my chi</w:t>
            </w:r>
            <w:r w:rsidR="001573D9">
              <w:t>ld/</w:t>
            </w:r>
            <w:proofErr w:type="spellStart"/>
            <w:r w:rsidR="001573D9">
              <w:t>ren</w:t>
            </w:r>
            <w:proofErr w:type="spellEnd"/>
            <w:r>
              <w:t xml:space="preserve"> taking part in the overall activities of the abovementioned program</w:t>
            </w:r>
            <w:r w:rsidR="00C505C2">
              <w:t>s</w:t>
            </w:r>
            <w:r>
              <w:t>.</w:t>
            </w:r>
          </w:p>
        </w:tc>
      </w:tr>
      <w:tr w:rsidR="00B474F5" w:rsidTr="00E724D5">
        <w:tc>
          <w:tcPr>
            <w:tcW w:w="709" w:type="dxa"/>
          </w:tcPr>
          <w:p w:rsidR="00B474F5" w:rsidRDefault="00B474F5" w:rsidP="00B474F5"/>
        </w:tc>
        <w:tc>
          <w:tcPr>
            <w:tcW w:w="567" w:type="dxa"/>
          </w:tcPr>
          <w:p w:rsidR="00B474F5" w:rsidRDefault="00B474F5" w:rsidP="00B474F5"/>
        </w:tc>
        <w:tc>
          <w:tcPr>
            <w:tcW w:w="9498" w:type="dxa"/>
          </w:tcPr>
          <w:p w:rsidR="00B474F5" w:rsidRDefault="00B474F5" w:rsidP="00B474F5">
            <w:r>
              <w:t>I understand that if urgent medical attention is needed, every effort will be made to contact the persons listed on this form. In the event that I cannot be contacted in an emergency, I give my permission for my child/</w:t>
            </w:r>
            <w:proofErr w:type="spellStart"/>
            <w:r>
              <w:t>ren</w:t>
            </w:r>
            <w:proofErr w:type="spellEnd"/>
            <w:r>
              <w:t xml:space="preserve"> to receive medical treatment as deemed necessary by the leaders of the program/activity.</w:t>
            </w:r>
          </w:p>
        </w:tc>
      </w:tr>
      <w:tr w:rsidR="00B474F5" w:rsidTr="00E724D5">
        <w:tc>
          <w:tcPr>
            <w:tcW w:w="709" w:type="dxa"/>
          </w:tcPr>
          <w:p w:rsidR="00B474F5" w:rsidRDefault="00B474F5" w:rsidP="00B474F5"/>
        </w:tc>
        <w:tc>
          <w:tcPr>
            <w:tcW w:w="567" w:type="dxa"/>
          </w:tcPr>
          <w:p w:rsidR="00B474F5" w:rsidRDefault="00B474F5" w:rsidP="00B474F5"/>
        </w:tc>
        <w:tc>
          <w:tcPr>
            <w:tcW w:w="9498" w:type="dxa"/>
          </w:tcPr>
          <w:p w:rsidR="00B474F5" w:rsidRDefault="00C505C2" w:rsidP="00B474F5">
            <w:r>
              <w:t xml:space="preserve">I </w:t>
            </w:r>
            <w:r w:rsidR="00B474F5">
              <w:t>consent to information about my child/</w:t>
            </w:r>
            <w:proofErr w:type="spellStart"/>
            <w:r w:rsidR="00B474F5">
              <w:t>ren</w:t>
            </w:r>
            <w:proofErr w:type="spellEnd"/>
            <w:r w:rsidR="00B474F5">
              <w:t xml:space="preserve"> being collected and used for the running of activities and reporting of incidents and accidents.</w:t>
            </w:r>
          </w:p>
        </w:tc>
      </w:tr>
      <w:tr w:rsidR="00B474F5" w:rsidTr="00E724D5">
        <w:tc>
          <w:tcPr>
            <w:tcW w:w="709" w:type="dxa"/>
          </w:tcPr>
          <w:p w:rsidR="00B474F5" w:rsidRDefault="00B474F5" w:rsidP="00B474F5"/>
        </w:tc>
        <w:tc>
          <w:tcPr>
            <w:tcW w:w="567" w:type="dxa"/>
          </w:tcPr>
          <w:p w:rsidR="00B474F5" w:rsidRDefault="00B474F5" w:rsidP="00B474F5"/>
        </w:tc>
        <w:tc>
          <w:tcPr>
            <w:tcW w:w="9498" w:type="dxa"/>
          </w:tcPr>
          <w:p w:rsidR="00B474F5" w:rsidRDefault="00B474F5" w:rsidP="00686360">
            <w:r>
              <w:t>I give permission for my child/</w:t>
            </w:r>
            <w:proofErr w:type="spellStart"/>
            <w:r>
              <w:t>ren</w:t>
            </w:r>
            <w:proofErr w:type="spellEnd"/>
            <w:r>
              <w:t xml:space="preserve"> to be transported in church vehicles or private cars arranged by the leaders on occasions when it is necessary.</w:t>
            </w:r>
          </w:p>
        </w:tc>
      </w:tr>
      <w:tr w:rsidR="00C505C2" w:rsidTr="00E724D5">
        <w:tc>
          <w:tcPr>
            <w:tcW w:w="709" w:type="dxa"/>
          </w:tcPr>
          <w:p w:rsidR="00C505C2" w:rsidRDefault="00C505C2" w:rsidP="00B474F5"/>
        </w:tc>
        <w:tc>
          <w:tcPr>
            <w:tcW w:w="567" w:type="dxa"/>
          </w:tcPr>
          <w:p w:rsidR="00C505C2" w:rsidRDefault="00C505C2" w:rsidP="00B474F5"/>
        </w:tc>
        <w:tc>
          <w:tcPr>
            <w:tcW w:w="9498" w:type="dxa"/>
          </w:tcPr>
          <w:p w:rsidR="00C505C2" w:rsidRDefault="00C505C2" w:rsidP="00B474F5">
            <w:r>
              <w:t>I understand my child/</w:t>
            </w:r>
            <w:proofErr w:type="spellStart"/>
            <w:r>
              <w:t>ren</w:t>
            </w:r>
            <w:proofErr w:type="spellEnd"/>
            <w:r>
              <w:t xml:space="preserve"> might be introduced to a Code of Conduct and/or other Safe Church documentation and invited to agree to comply with a standard of behaviour</w:t>
            </w:r>
          </w:p>
        </w:tc>
      </w:tr>
      <w:tr w:rsidR="00C505C2" w:rsidTr="00E724D5">
        <w:tc>
          <w:tcPr>
            <w:tcW w:w="709" w:type="dxa"/>
          </w:tcPr>
          <w:p w:rsidR="00C505C2" w:rsidRDefault="00C505C2" w:rsidP="00B474F5"/>
        </w:tc>
        <w:tc>
          <w:tcPr>
            <w:tcW w:w="567" w:type="dxa"/>
          </w:tcPr>
          <w:p w:rsidR="00C505C2" w:rsidRDefault="00C505C2" w:rsidP="00B474F5"/>
        </w:tc>
        <w:tc>
          <w:tcPr>
            <w:tcW w:w="9498" w:type="dxa"/>
          </w:tcPr>
          <w:p w:rsidR="00C505C2" w:rsidRDefault="00C505C2" w:rsidP="00C505C2">
            <w:r>
              <w:t xml:space="preserve"> I understand the following material may be recorded and collected (the Material):</w:t>
            </w:r>
          </w:p>
          <w:p w:rsidR="00C505C2" w:rsidRDefault="00C505C2" w:rsidP="00C505C2">
            <w:r>
              <w:t>• Details including name of the child and congregation or activity attended by the child</w:t>
            </w:r>
          </w:p>
          <w:p w:rsidR="00686360" w:rsidRDefault="00C505C2" w:rsidP="00C505C2">
            <w:r>
              <w:t>•</w:t>
            </w:r>
            <w:r w:rsidR="00686360">
              <w:t xml:space="preserve"> P</w:t>
            </w:r>
            <w:r>
              <w:t>hotograph</w:t>
            </w:r>
            <w:r w:rsidR="00686360">
              <w:t>s</w:t>
            </w:r>
            <w:r>
              <w:t>, image</w:t>
            </w:r>
            <w:r w:rsidR="00686360">
              <w:t>s</w:t>
            </w:r>
            <w:r>
              <w:t>, audio recording</w:t>
            </w:r>
            <w:r w:rsidR="00686360">
              <w:t>s</w:t>
            </w:r>
            <w:r>
              <w:t>, moving image</w:t>
            </w:r>
            <w:r w:rsidR="00686360">
              <w:t>s</w:t>
            </w:r>
            <w:r>
              <w:t xml:space="preserve"> or likeness</w:t>
            </w:r>
            <w:r w:rsidR="00686360">
              <w:t>es</w:t>
            </w:r>
            <w:r>
              <w:t xml:space="preserve"> of the child. </w:t>
            </w:r>
          </w:p>
          <w:p w:rsidR="00686360" w:rsidRDefault="00686360" w:rsidP="00C505C2"/>
          <w:p w:rsidR="00C505C2" w:rsidRDefault="00C505C2" w:rsidP="00C505C2">
            <w:r>
              <w:t>The Material will be used and disclosed for the following purposes (the Purposes):</w:t>
            </w:r>
          </w:p>
          <w:p w:rsidR="00C505C2" w:rsidRDefault="00C505C2" w:rsidP="00C505C2">
            <w:r>
              <w:t>•</w:t>
            </w:r>
            <w:r w:rsidR="00686360">
              <w:t xml:space="preserve"> </w:t>
            </w:r>
            <w:r>
              <w:t>In printed, digital and online promotional or information materials produced by or for The Uniting Church in Australia,</w:t>
            </w:r>
            <w:r w:rsidR="001573D9">
              <w:t xml:space="preserve"> </w:t>
            </w:r>
            <w:r w:rsidR="001573D9" w:rsidRPr="001573D9">
              <w:t>the Synod of Victoria and Tasmania which includes congregations, presbyteries and the Synod office.</w:t>
            </w:r>
          </w:p>
          <w:p w:rsidR="00C505C2" w:rsidRDefault="00C505C2" w:rsidP="00C505C2">
            <w:r>
              <w:t>•</w:t>
            </w:r>
            <w:r w:rsidR="00686360">
              <w:t xml:space="preserve"> </w:t>
            </w:r>
            <w:r>
              <w:t>In worship and materials prepared by or for the Church</w:t>
            </w:r>
          </w:p>
          <w:p w:rsidR="00C505C2" w:rsidRDefault="00C505C2" w:rsidP="00C505C2">
            <w:r>
              <w:t>•</w:t>
            </w:r>
            <w:r w:rsidR="00686360">
              <w:t xml:space="preserve"> </w:t>
            </w:r>
            <w:r>
              <w:t>On the Church’s social media platforms</w:t>
            </w:r>
          </w:p>
          <w:p w:rsidR="00C505C2" w:rsidRDefault="00C505C2" w:rsidP="00C505C2">
            <w:r>
              <w:t>•</w:t>
            </w:r>
            <w:r w:rsidR="00686360">
              <w:t xml:space="preserve"> </w:t>
            </w:r>
            <w:r>
              <w:t>As otherwise permitted or required by law.</w:t>
            </w:r>
          </w:p>
          <w:p w:rsidR="00686360" w:rsidRDefault="00686360" w:rsidP="00C505C2"/>
          <w:p w:rsidR="00C505C2" w:rsidRDefault="00C505C2" w:rsidP="00C505C2">
            <w:r>
              <w:t xml:space="preserve">The Church will not disclose personal or identifying details of the child or parent/guardian to any other person, body or organisation </w:t>
            </w:r>
            <w:r w:rsidRPr="00C505C2">
              <w:rPr>
                <w:b/>
              </w:rPr>
              <w:t>unless</w:t>
            </w:r>
            <w:r>
              <w:t>:</w:t>
            </w:r>
          </w:p>
          <w:p w:rsidR="00C505C2" w:rsidRDefault="00C505C2" w:rsidP="00C505C2">
            <w:r>
              <w:t>• The parent/guardian gives us permission</w:t>
            </w:r>
          </w:p>
          <w:p w:rsidR="00C505C2" w:rsidRDefault="00C505C2" w:rsidP="00C505C2">
            <w:r>
              <w:t>•</w:t>
            </w:r>
            <w:r w:rsidR="00686360">
              <w:t xml:space="preserve"> </w:t>
            </w:r>
            <w:r>
              <w:t>It is authorised or required by law.</w:t>
            </w:r>
          </w:p>
        </w:tc>
      </w:tr>
      <w:tr w:rsidR="00E724D5" w:rsidTr="00E724D5">
        <w:tc>
          <w:tcPr>
            <w:tcW w:w="709" w:type="dxa"/>
          </w:tcPr>
          <w:p w:rsidR="00E724D5" w:rsidRDefault="00E724D5" w:rsidP="00B474F5"/>
        </w:tc>
        <w:tc>
          <w:tcPr>
            <w:tcW w:w="567" w:type="dxa"/>
          </w:tcPr>
          <w:p w:rsidR="00E724D5" w:rsidRDefault="00E724D5" w:rsidP="00B474F5"/>
        </w:tc>
        <w:tc>
          <w:tcPr>
            <w:tcW w:w="9498" w:type="dxa"/>
          </w:tcPr>
          <w:p w:rsidR="00E724D5" w:rsidRDefault="00E724D5" w:rsidP="00C505C2">
            <w:r>
              <w:t>I understand this information will be held in accordance with the</w:t>
            </w:r>
            <w:r w:rsidR="006A7893">
              <w:t xml:space="preserve"> Synod’s Privacy Policy</w:t>
            </w:r>
            <w:r>
              <w:t>:</w:t>
            </w:r>
          </w:p>
          <w:p w:rsidR="006A7893" w:rsidRDefault="006A7893" w:rsidP="00C505C2">
            <w:r>
              <w:t xml:space="preserve">Personal information about yourself and your child is collected </w:t>
            </w:r>
          </w:p>
          <w:p w:rsidR="001573D9" w:rsidRDefault="00E724D5" w:rsidP="001573D9">
            <w:pPr>
              <w:ind w:left="720"/>
            </w:pPr>
            <w:proofErr w:type="gramStart"/>
            <w:r w:rsidRPr="006A7893">
              <w:t>to</w:t>
            </w:r>
            <w:proofErr w:type="gramEnd"/>
            <w:r w:rsidRPr="006A7893">
              <w:t xml:space="preserve"> enable us to further our mission, respond to your request</w:t>
            </w:r>
            <w:r w:rsidR="006A7893">
              <w:t>s</w:t>
            </w:r>
            <w:r w:rsidRPr="006A7893">
              <w:t>, maintain contact with you</w:t>
            </w:r>
            <w:r w:rsidR="006A7893">
              <w:t>.</w:t>
            </w:r>
          </w:p>
          <w:p w:rsidR="00E724D5" w:rsidRPr="001573D9" w:rsidRDefault="006A7893" w:rsidP="001573D9">
            <w:pPr>
              <w:ind w:left="720"/>
              <w:rPr>
                <w:i/>
              </w:rPr>
            </w:pPr>
            <w:r>
              <w:t xml:space="preserve">Some of this material may </w:t>
            </w:r>
            <w:r w:rsidR="001573D9">
              <w:t xml:space="preserve">be </w:t>
            </w:r>
            <w:r w:rsidR="001573D9" w:rsidRPr="006A7893">
              <w:t>sensitive</w:t>
            </w:r>
            <w:r w:rsidR="00E724D5" w:rsidRPr="006A7893">
              <w:t xml:space="preserve"> information.  By completing and submitting this form, you agree that we may handle </w:t>
            </w:r>
            <w:r>
              <w:t>the</w:t>
            </w:r>
            <w:r w:rsidRPr="006A7893">
              <w:t xml:space="preserve"> </w:t>
            </w:r>
            <w:r w:rsidR="00E724D5" w:rsidRPr="006A7893">
              <w:t>information</w:t>
            </w:r>
            <w:r>
              <w:t xml:space="preserve"> you have provided</w:t>
            </w:r>
            <w:r w:rsidR="00E724D5" w:rsidRPr="006A7893">
              <w:t xml:space="preserve"> in accordance with the terms of our Privacy Policy.  If you provide us with personal information about another person, please make sure that you tell that person</w:t>
            </w:r>
            <w:r w:rsidR="007146B4">
              <w:t xml:space="preserve"> that you have done so and make them aware of </w:t>
            </w:r>
            <w:r w:rsidR="00E724D5" w:rsidRPr="006A7893">
              <w:t xml:space="preserve">this privacy statement.   </w:t>
            </w:r>
          </w:p>
        </w:tc>
      </w:tr>
    </w:tbl>
    <w:p w:rsidR="00062C17" w:rsidRDefault="00062C17" w:rsidP="00062C17"/>
    <w:p w:rsidR="00062C17" w:rsidRDefault="00062C17" w:rsidP="00062C17"/>
    <w:tbl>
      <w:tblPr>
        <w:tblStyle w:val="TableGrid"/>
        <w:tblW w:w="10774" w:type="dxa"/>
        <w:tblInd w:w="-601" w:type="dxa"/>
        <w:tblLook w:val="04A0" w:firstRow="1" w:lastRow="0" w:firstColumn="1" w:lastColumn="0" w:noHBand="0" w:noVBand="1"/>
      </w:tblPr>
      <w:tblGrid>
        <w:gridCol w:w="1728"/>
        <w:gridCol w:w="9046"/>
      </w:tblGrid>
      <w:tr w:rsidR="00E724D5" w:rsidTr="00E724D5">
        <w:tc>
          <w:tcPr>
            <w:tcW w:w="1728" w:type="dxa"/>
          </w:tcPr>
          <w:p w:rsidR="00E724D5" w:rsidRDefault="00E724D5" w:rsidP="00062C17">
            <w:r>
              <w:t>Signature:</w:t>
            </w:r>
          </w:p>
        </w:tc>
        <w:tc>
          <w:tcPr>
            <w:tcW w:w="9046" w:type="dxa"/>
          </w:tcPr>
          <w:p w:rsidR="00E724D5" w:rsidRDefault="00E724D5" w:rsidP="00062C17"/>
          <w:p w:rsidR="00E724D5" w:rsidRDefault="00E724D5" w:rsidP="00062C17"/>
          <w:p w:rsidR="00E724D5" w:rsidRDefault="00E724D5" w:rsidP="00062C17"/>
          <w:p w:rsidR="00E724D5" w:rsidRDefault="00E724D5" w:rsidP="00062C17"/>
        </w:tc>
      </w:tr>
      <w:tr w:rsidR="00E724D5" w:rsidTr="00E724D5">
        <w:tc>
          <w:tcPr>
            <w:tcW w:w="1728" w:type="dxa"/>
          </w:tcPr>
          <w:p w:rsidR="00E724D5" w:rsidRDefault="00E724D5" w:rsidP="00062C17">
            <w:r>
              <w:t>Print name:</w:t>
            </w:r>
          </w:p>
        </w:tc>
        <w:tc>
          <w:tcPr>
            <w:tcW w:w="9046" w:type="dxa"/>
          </w:tcPr>
          <w:p w:rsidR="00E724D5" w:rsidRDefault="00E724D5" w:rsidP="00062C17"/>
        </w:tc>
      </w:tr>
      <w:tr w:rsidR="00E724D5" w:rsidTr="00E724D5">
        <w:tc>
          <w:tcPr>
            <w:tcW w:w="1728" w:type="dxa"/>
          </w:tcPr>
          <w:p w:rsidR="00E724D5" w:rsidRDefault="00E724D5" w:rsidP="00062C17">
            <w:r>
              <w:t>Date</w:t>
            </w:r>
          </w:p>
        </w:tc>
        <w:tc>
          <w:tcPr>
            <w:tcW w:w="9046" w:type="dxa"/>
          </w:tcPr>
          <w:p w:rsidR="00E724D5" w:rsidRDefault="00E724D5" w:rsidP="00062C17"/>
        </w:tc>
      </w:tr>
    </w:tbl>
    <w:p w:rsidR="00062C17" w:rsidRDefault="00062C17" w:rsidP="00062C17"/>
    <w:sectPr w:rsidR="00062C17" w:rsidSect="00F71033">
      <w:headerReference w:type="default" r:id="rId7"/>
      <w:footerReference w:type="default" r:id="rId8"/>
      <w:headerReference w:type="first" r:id="rId9"/>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890" w:rsidRDefault="00B73890" w:rsidP="00F71033">
      <w:r>
        <w:separator/>
      </w:r>
    </w:p>
  </w:endnote>
  <w:endnote w:type="continuationSeparator" w:id="0">
    <w:p w:rsidR="00B73890" w:rsidRDefault="00B73890" w:rsidP="00F71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ari-Bold">
    <w:altName w:val="Britannic Bold"/>
    <w:panose1 w:val="02000803060000020004"/>
    <w:charset w:val="00"/>
    <w:family w:val="auto"/>
    <w:pitch w:val="variable"/>
    <w:sig w:usb0="800000A7" w:usb1="0000004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9540877"/>
      <w:docPartObj>
        <w:docPartGallery w:val="Page Numbers (Bottom of Page)"/>
        <w:docPartUnique/>
      </w:docPartObj>
    </w:sdtPr>
    <w:sdtEndPr>
      <w:rPr>
        <w:noProof/>
      </w:rPr>
    </w:sdtEndPr>
    <w:sdtContent>
      <w:p w:rsidR="00E724D5" w:rsidRDefault="00E724D5">
        <w:pPr>
          <w:pStyle w:val="Footer"/>
          <w:jc w:val="right"/>
        </w:pPr>
        <w:r>
          <w:fldChar w:fldCharType="begin"/>
        </w:r>
        <w:r>
          <w:instrText xml:space="preserve"> PAGE   \* MERGEFORMAT </w:instrText>
        </w:r>
        <w:r>
          <w:fldChar w:fldCharType="separate"/>
        </w:r>
        <w:r w:rsidR="000E2154">
          <w:rPr>
            <w:noProof/>
          </w:rPr>
          <w:t>2</w:t>
        </w:r>
        <w:r>
          <w:rPr>
            <w:noProof/>
          </w:rPr>
          <w:fldChar w:fldCharType="end"/>
        </w:r>
      </w:p>
    </w:sdtContent>
  </w:sdt>
  <w:p w:rsidR="00E724D5" w:rsidRDefault="00E724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890" w:rsidRDefault="00B73890" w:rsidP="00F71033">
      <w:r>
        <w:separator/>
      </w:r>
    </w:p>
  </w:footnote>
  <w:footnote w:type="continuationSeparator" w:id="0">
    <w:p w:rsidR="00B73890" w:rsidRDefault="00B73890" w:rsidP="00F71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033" w:rsidRDefault="00F71033">
    <w:pPr>
      <w:pStyle w:val="Header"/>
    </w:pPr>
  </w:p>
  <w:p w:rsidR="00F71033" w:rsidRDefault="00F71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4"/>
      <w:gridCol w:w="4797"/>
    </w:tblGrid>
    <w:tr w:rsidR="00F71033" w:rsidTr="007331E8">
      <w:tc>
        <w:tcPr>
          <w:tcW w:w="5234" w:type="dxa"/>
        </w:tcPr>
        <w:p w:rsidR="00F71033" w:rsidRPr="00A130BE" w:rsidRDefault="00062C17" w:rsidP="006D75C9">
          <w:pPr>
            <w:pStyle w:val="p1"/>
            <w:rPr>
              <w:rFonts w:ascii="Arial" w:hAnsi="Arial" w:cs="Arial"/>
              <w:b/>
              <w:bCs/>
              <w:sz w:val="28"/>
              <w:szCs w:val="28"/>
            </w:rPr>
          </w:pPr>
          <w:r>
            <w:rPr>
              <w:rFonts w:ascii="Arial" w:hAnsi="Arial" w:cs="Arial"/>
              <w:b/>
              <w:bCs/>
              <w:sz w:val="28"/>
              <w:szCs w:val="28"/>
            </w:rPr>
            <w:t>Parental Consent Form</w:t>
          </w:r>
        </w:p>
      </w:tc>
      <w:tc>
        <w:tcPr>
          <w:tcW w:w="4797" w:type="dxa"/>
        </w:tcPr>
        <w:p w:rsidR="00F71033" w:rsidRDefault="00062C17" w:rsidP="006D75C9">
          <w:pPr>
            <w:jc w:val="right"/>
            <w:rPr>
              <w:rFonts w:ascii="Arial" w:hAnsi="Arial" w:cs="Arial"/>
              <w:b/>
              <w:bCs/>
              <w:sz w:val="20"/>
              <w:szCs w:val="18"/>
              <w:lang w:eastAsia="en-GB"/>
            </w:rPr>
          </w:pPr>
          <w:r>
            <w:rPr>
              <w:rFonts w:ascii="Arial" w:hAnsi="Arial" w:cs="Arial"/>
              <w:b/>
              <w:bCs/>
              <w:sz w:val="20"/>
              <w:szCs w:val="18"/>
              <w:lang w:eastAsia="en-GB"/>
            </w:rPr>
            <w:t>SSL10</w:t>
          </w:r>
        </w:p>
        <w:p w:rsidR="00AA4636" w:rsidRPr="006F00A2" w:rsidRDefault="007331E8" w:rsidP="006D75C9">
          <w:pPr>
            <w:jc w:val="right"/>
            <w:rPr>
              <w:rFonts w:ascii="Arial" w:hAnsi="Arial" w:cs="Arial"/>
              <w:sz w:val="18"/>
              <w:szCs w:val="18"/>
              <w:lang w:eastAsia="en-GB"/>
            </w:rPr>
          </w:pPr>
          <w:r>
            <w:rPr>
              <w:rFonts w:ascii="Arial" w:hAnsi="Arial" w:cs="Arial"/>
              <w:b/>
              <w:bCs/>
              <w:sz w:val="20"/>
              <w:szCs w:val="18"/>
              <w:lang w:eastAsia="en-GB"/>
            </w:rPr>
            <w:t xml:space="preserve"> UPDATED: 14 JUNE 2018</w:t>
          </w:r>
        </w:p>
      </w:tc>
    </w:tr>
    <w:tr w:rsidR="00F71033" w:rsidTr="007331E8">
      <w:tc>
        <w:tcPr>
          <w:tcW w:w="5234" w:type="dxa"/>
        </w:tcPr>
        <w:p w:rsidR="00F71033" w:rsidRPr="00AA4636" w:rsidRDefault="00F71033" w:rsidP="006D75C9">
          <w:pPr>
            <w:pStyle w:val="p1"/>
            <w:tabs>
              <w:tab w:val="right" w:pos="4289"/>
            </w:tabs>
            <w:rPr>
              <w:rFonts w:asciiTheme="minorHAnsi" w:hAnsiTheme="minorHAnsi" w:cs="Arial"/>
              <w:b/>
              <w:bCs/>
              <w:sz w:val="28"/>
              <w:szCs w:val="28"/>
            </w:rPr>
          </w:pPr>
          <w:r w:rsidRPr="00AA4636">
            <w:rPr>
              <w:rFonts w:asciiTheme="minorHAnsi" w:hAnsiTheme="minorHAnsi" w:cs="Arial"/>
              <w:b/>
              <w:bCs/>
              <w:sz w:val="28"/>
              <w:szCs w:val="28"/>
            </w:rPr>
            <w:tab/>
          </w:r>
        </w:p>
      </w:tc>
      <w:tc>
        <w:tcPr>
          <w:tcW w:w="4797" w:type="dxa"/>
        </w:tcPr>
        <w:p w:rsidR="00F71033" w:rsidRDefault="00F71033" w:rsidP="006D75C9">
          <w:pPr>
            <w:pStyle w:val="p1"/>
            <w:jc w:val="right"/>
            <w:rPr>
              <w:rFonts w:ascii="Arial" w:hAnsi="Arial" w:cs="Arial"/>
              <w:b/>
              <w:bCs/>
            </w:rPr>
          </w:pPr>
          <w:r w:rsidRPr="006D75C9">
            <w:rPr>
              <w:rFonts w:ascii="Arial" w:hAnsi="Arial" w:cs="Arial"/>
              <w:b/>
              <w:bCs/>
              <w:noProof/>
              <w:lang w:eastAsia="en-AU"/>
            </w:rPr>
            <w:drawing>
              <wp:inline distT="0" distB="0" distL="0" distR="0" wp14:anchorId="4B6F76BB" wp14:editId="0E2AB289">
                <wp:extent cx="2375693" cy="590236"/>
                <wp:effectExtent l="0" t="0" r="571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CA Logo_min.jpg"/>
                        <pic:cNvPicPr/>
                      </pic:nvPicPr>
                      <pic:blipFill>
                        <a:blip r:embed="rId1">
                          <a:extLst>
                            <a:ext uri="{28A0092B-C50C-407E-A947-70E740481C1C}">
                              <a14:useLocalDpi xmlns:a14="http://schemas.microsoft.com/office/drawing/2010/main" val="0"/>
                            </a:ext>
                          </a:extLst>
                        </a:blip>
                        <a:stretch>
                          <a:fillRect/>
                        </a:stretch>
                      </pic:blipFill>
                      <pic:spPr>
                        <a:xfrm>
                          <a:off x="0" y="0"/>
                          <a:ext cx="2609346" cy="648287"/>
                        </a:xfrm>
                        <a:prstGeom prst="rect">
                          <a:avLst/>
                        </a:prstGeom>
                      </pic:spPr>
                    </pic:pic>
                  </a:graphicData>
                </a:graphic>
              </wp:inline>
            </w:drawing>
          </w:r>
        </w:p>
      </w:tc>
    </w:tr>
    <w:tr w:rsidR="00F71033" w:rsidTr="007331E8">
      <w:tc>
        <w:tcPr>
          <w:tcW w:w="5234" w:type="dxa"/>
        </w:tcPr>
        <w:p w:rsidR="00C505C2" w:rsidRDefault="00062C17" w:rsidP="00C505C2">
          <w:pPr>
            <w:pStyle w:val="p1"/>
            <w:rPr>
              <w:rFonts w:asciiTheme="minorHAnsi" w:hAnsiTheme="minorHAnsi" w:cs="Arial"/>
              <w:bCs/>
              <w:sz w:val="20"/>
              <w:szCs w:val="20"/>
            </w:rPr>
          </w:pPr>
          <w:r w:rsidRPr="00062C17">
            <w:rPr>
              <w:rFonts w:asciiTheme="minorHAnsi" w:hAnsiTheme="minorHAnsi" w:cs="Arial"/>
              <w:bCs/>
              <w:sz w:val="20"/>
              <w:szCs w:val="20"/>
            </w:rPr>
            <w:t xml:space="preserve">For use </w:t>
          </w:r>
          <w:r w:rsidR="00833D50">
            <w:rPr>
              <w:rFonts w:asciiTheme="minorHAnsi" w:hAnsiTheme="minorHAnsi" w:cs="Arial"/>
              <w:bCs/>
              <w:sz w:val="20"/>
              <w:szCs w:val="20"/>
            </w:rPr>
            <w:t xml:space="preserve">in </w:t>
          </w:r>
          <w:r w:rsidR="00C505C2">
            <w:rPr>
              <w:rFonts w:asciiTheme="minorHAnsi" w:hAnsiTheme="minorHAnsi" w:cs="Arial"/>
              <w:bCs/>
              <w:sz w:val="20"/>
              <w:szCs w:val="20"/>
            </w:rPr>
            <w:t>children’s ministry activities</w:t>
          </w:r>
        </w:p>
        <w:p w:rsidR="00B37948" w:rsidRPr="00AA4636" w:rsidRDefault="00833D50" w:rsidP="00833D50">
          <w:pPr>
            <w:pStyle w:val="p1"/>
            <w:rPr>
              <w:rFonts w:asciiTheme="minorHAnsi" w:hAnsiTheme="minorHAnsi" w:cs="Arial"/>
              <w:bCs/>
              <w:sz w:val="20"/>
              <w:szCs w:val="20"/>
            </w:rPr>
          </w:pPr>
          <w:r>
            <w:rPr>
              <w:rFonts w:asciiTheme="minorHAnsi" w:hAnsiTheme="minorHAnsi" w:cs="Arial"/>
              <w:bCs/>
              <w:sz w:val="20"/>
              <w:szCs w:val="20"/>
            </w:rPr>
            <w:t>This form should be completed at the beginning of the program or for ongoing programs, at the start of each calendar year.  Parents should inform you if any details change and they should kept with or noted on the original form.</w:t>
          </w:r>
        </w:p>
      </w:tc>
      <w:tc>
        <w:tcPr>
          <w:tcW w:w="4797" w:type="dxa"/>
        </w:tcPr>
        <w:p w:rsidR="00F71033" w:rsidRDefault="00B37948" w:rsidP="006D75C9">
          <w:pPr>
            <w:pStyle w:val="p1"/>
            <w:jc w:val="right"/>
            <w:rPr>
              <w:rFonts w:ascii="Arial" w:hAnsi="Arial" w:cs="Arial"/>
              <w:b/>
              <w:bCs/>
            </w:rPr>
          </w:pPr>
          <w:r w:rsidRPr="006D75C9">
            <w:rPr>
              <w:rFonts w:ascii="Arial" w:hAnsi="Arial" w:cs="Arial"/>
              <w:b/>
              <w:bCs/>
              <w:noProof/>
              <w:lang w:eastAsia="en-AU"/>
            </w:rPr>
            <w:drawing>
              <wp:inline distT="0" distB="0" distL="0" distR="0" wp14:anchorId="2157EF71" wp14:editId="45898AA8">
                <wp:extent cx="1524000" cy="809430"/>
                <wp:effectExtent l="0" t="0" r="0" b="0"/>
                <wp:docPr id="6" name="Picture 6" descr="/Volumes/MICKEY/Safe church/Logo/KCS wi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MICKEY/Safe church/Logo/KCS with 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6240" cy="869043"/>
                        </a:xfrm>
                        <a:prstGeom prst="rect">
                          <a:avLst/>
                        </a:prstGeom>
                        <a:noFill/>
                        <a:ln>
                          <a:noFill/>
                        </a:ln>
                      </pic:spPr>
                    </pic:pic>
                  </a:graphicData>
                </a:graphic>
              </wp:inline>
            </w:drawing>
          </w:r>
        </w:p>
      </w:tc>
    </w:tr>
    <w:tr w:rsidR="00F71033" w:rsidTr="007331E8">
      <w:tc>
        <w:tcPr>
          <w:tcW w:w="5234" w:type="dxa"/>
        </w:tcPr>
        <w:p w:rsidR="00F71033" w:rsidRPr="00A130BE" w:rsidRDefault="00F71033" w:rsidP="006F630B">
          <w:pPr>
            <w:rPr>
              <w:rFonts w:ascii="Arial" w:hAnsi="Arial" w:cs="Arial"/>
              <w:sz w:val="15"/>
              <w:szCs w:val="15"/>
              <w:lang w:eastAsia="en-GB"/>
            </w:rPr>
          </w:pPr>
        </w:p>
      </w:tc>
      <w:tc>
        <w:tcPr>
          <w:tcW w:w="4797" w:type="dxa"/>
        </w:tcPr>
        <w:p w:rsidR="00F71033" w:rsidRDefault="00F71033" w:rsidP="006D75C9">
          <w:pPr>
            <w:pStyle w:val="p1"/>
            <w:jc w:val="right"/>
            <w:rPr>
              <w:rFonts w:ascii="Arial" w:hAnsi="Arial" w:cs="Arial"/>
              <w:b/>
              <w:bCs/>
            </w:rPr>
          </w:pPr>
        </w:p>
      </w:tc>
    </w:tr>
  </w:tbl>
  <w:p w:rsidR="00F71033" w:rsidRDefault="00F710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BBF"/>
    <w:rsid w:val="00052A24"/>
    <w:rsid w:val="00062C17"/>
    <w:rsid w:val="000E2154"/>
    <w:rsid w:val="001573D9"/>
    <w:rsid w:val="00205247"/>
    <w:rsid w:val="004A3CDB"/>
    <w:rsid w:val="0057689B"/>
    <w:rsid w:val="00686360"/>
    <w:rsid w:val="006A7893"/>
    <w:rsid w:val="006F630B"/>
    <w:rsid w:val="007146B4"/>
    <w:rsid w:val="007331E8"/>
    <w:rsid w:val="007D1907"/>
    <w:rsid w:val="007F111E"/>
    <w:rsid w:val="00833D50"/>
    <w:rsid w:val="009B0E90"/>
    <w:rsid w:val="009B2AD9"/>
    <w:rsid w:val="009E6BBF"/>
    <w:rsid w:val="00A36AA9"/>
    <w:rsid w:val="00AA4636"/>
    <w:rsid w:val="00B05CC3"/>
    <w:rsid w:val="00B33148"/>
    <w:rsid w:val="00B37948"/>
    <w:rsid w:val="00B474F5"/>
    <w:rsid w:val="00B73890"/>
    <w:rsid w:val="00C505C2"/>
    <w:rsid w:val="00C679B9"/>
    <w:rsid w:val="00CC48D9"/>
    <w:rsid w:val="00CF3399"/>
    <w:rsid w:val="00D612BE"/>
    <w:rsid w:val="00E724D5"/>
    <w:rsid w:val="00F710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15:docId w15:val="{6DCDD595-5BBD-4C40-BE06-C2813CB62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1033"/>
    <w:pPr>
      <w:tabs>
        <w:tab w:val="center" w:pos="4513"/>
        <w:tab w:val="right" w:pos="9026"/>
      </w:tabs>
    </w:pPr>
  </w:style>
  <w:style w:type="character" w:customStyle="1" w:styleId="HeaderChar">
    <w:name w:val="Header Char"/>
    <w:basedOn w:val="DefaultParagraphFont"/>
    <w:link w:val="Header"/>
    <w:uiPriority w:val="99"/>
    <w:rsid w:val="00F71033"/>
  </w:style>
  <w:style w:type="paragraph" w:styleId="Footer">
    <w:name w:val="footer"/>
    <w:basedOn w:val="Normal"/>
    <w:link w:val="FooterChar"/>
    <w:uiPriority w:val="99"/>
    <w:unhideWhenUsed/>
    <w:rsid w:val="00F71033"/>
    <w:pPr>
      <w:tabs>
        <w:tab w:val="center" w:pos="4513"/>
        <w:tab w:val="right" w:pos="9026"/>
      </w:tabs>
    </w:pPr>
  </w:style>
  <w:style w:type="character" w:customStyle="1" w:styleId="FooterChar">
    <w:name w:val="Footer Char"/>
    <w:basedOn w:val="DefaultParagraphFont"/>
    <w:link w:val="Footer"/>
    <w:uiPriority w:val="99"/>
    <w:rsid w:val="00F71033"/>
  </w:style>
  <w:style w:type="table" w:styleId="TableGrid">
    <w:name w:val="Table Grid"/>
    <w:basedOn w:val="TableNormal"/>
    <w:uiPriority w:val="59"/>
    <w:rsid w:val="00F71033"/>
    <w:rPr>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F71033"/>
    <w:rPr>
      <w:rFonts w:ascii="Sari-Bold" w:hAnsi="Sari-Bold" w:cs="Times New Roman"/>
      <w:sz w:val="27"/>
      <w:szCs w:val="27"/>
      <w:lang w:eastAsia="en-GB"/>
    </w:rPr>
  </w:style>
  <w:style w:type="paragraph" w:styleId="BalloonText">
    <w:name w:val="Balloon Text"/>
    <w:basedOn w:val="Normal"/>
    <w:link w:val="BalloonTextChar"/>
    <w:uiPriority w:val="99"/>
    <w:semiHidden/>
    <w:unhideWhenUsed/>
    <w:rsid w:val="006F630B"/>
    <w:rPr>
      <w:rFonts w:ascii="Tahoma" w:hAnsi="Tahoma" w:cs="Tahoma"/>
      <w:sz w:val="16"/>
      <w:szCs w:val="16"/>
    </w:rPr>
  </w:style>
  <w:style w:type="character" w:customStyle="1" w:styleId="BalloonTextChar">
    <w:name w:val="Balloon Text Char"/>
    <w:basedOn w:val="DefaultParagraphFont"/>
    <w:link w:val="BalloonText"/>
    <w:uiPriority w:val="99"/>
    <w:semiHidden/>
    <w:rsid w:val="006F630B"/>
    <w:rPr>
      <w:rFonts w:ascii="Tahoma" w:hAnsi="Tahoma" w:cs="Tahoma"/>
      <w:sz w:val="16"/>
      <w:szCs w:val="16"/>
    </w:rPr>
  </w:style>
  <w:style w:type="character" w:styleId="CommentReference">
    <w:name w:val="annotation reference"/>
    <w:basedOn w:val="DefaultParagraphFont"/>
    <w:uiPriority w:val="99"/>
    <w:semiHidden/>
    <w:unhideWhenUsed/>
    <w:rsid w:val="00833D50"/>
    <w:rPr>
      <w:sz w:val="16"/>
      <w:szCs w:val="16"/>
    </w:rPr>
  </w:style>
  <w:style w:type="paragraph" w:styleId="CommentText">
    <w:name w:val="annotation text"/>
    <w:basedOn w:val="Normal"/>
    <w:link w:val="CommentTextChar"/>
    <w:uiPriority w:val="99"/>
    <w:semiHidden/>
    <w:unhideWhenUsed/>
    <w:rsid w:val="00833D50"/>
    <w:rPr>
      <w:sz w:val="20"/>
      <w:szCs w:val="20"/>
    </w:rPr>
  </w:style>
  <w:style w:type="character" w:customStyle="1" w:styleId="CommentTextChar">
    <w:name w:val="Comment Text Char"/>
    <w:basedOn w:val="DefaultParagraphFont"/>
    <w:link w:val="CommentText"/>
    <w:uiPriority w:val="99"/>
    <w:semiHidden/>
    <w:rsid w:val="00833D50"/>
    <w:rPr>
      <w:sz w:val="20"/>
      <w:szCs w:val="20"/>
    </w:rPr>
  </w:style>
  <w:style w:type="paragraph" w:styleId="CommentSubject">
    <w:name w:val="annotation subject"/>
    <w:basedOn w:val="CommentText"/>
    <w:next w:val="CommentText"/>
    <w:link w:val="CommentSubjectChar"/>
    <w:uiPriority w:val="99"/>
    <w:semiHidden/>
    <w:unhideWhenUsed/>
    <w:rsid w:val="00833D50"/>
    <w:rPr>
      <w:b/>
      <w:bCs/>
    </w:rPr>
  </w:style>
  <w:style w:type="character" w:customStyle="1" w:styleId="CommentSubjectChar">
    <w:name w:val="Comment Subject Char"/>
    <w:basedOn w:val="CommentTextChar"/>
    <w:link w:val="CommentSubject"/>
    <w:uiPriority w:val="99"/>
    <w:semiHidden/>
    <w:rsid w:val="00833D5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S:\GenSec\Culture%20of%20Safety\2017%20Website\Template%20for%20website%20doc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CC6F1-68FF-4C72-98F3-115B5AF6B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for website docs</Template>
  <TotalTime>1</TotalTime>
  <Pages>2</Pages>
  <Words>494</Words>
  <Characters>2820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Uniting Church Synod of Victoria and Tasmania</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UCA</dc:creator>
  <cp:lastModifiedBy>UCA</cp:lastModifiedBy>
  <cp:revision>2</cp:revision>
  <cp:lastPrinted>2018-06-26T00:08:00Z</cp:lastPrinted>
  <dcterms:created xsi:type="dcterms:W3CDTF">2018-06-26T02:56:00Z</dcterms:created>
  <dcterms:modified xsi:type="dcterms:W3CDTF">2018-06-26T02:56:00Z</dcterms:modified>
</cp:coreProperties>
</file>